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592" w:rsidRDefault="00411592" w:rsidP="00411592">
      <w:pPr>
        <w:spacing w:line="276" w:lineRule="auto"/>
      </w:pPr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:rsidR="00411592" w:rsidRDefault="00411592" w:rsidP="00411592">
      <w:pPr>
        <w:spacing w:line="276" w:lineRule="auto"/>
      </w:pPr>
    </w:p>
    <w:p w:rsidR="00411592" w:rsidRPr="00411592" w:rsidRDefault="003B2E87" w:rsidP="00411592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Writing My Own Comment</w:t>
      </w:r>
    </w:p>
    <w:p w:rsidR="00411592" w:rsidRPr="003B2E87" w:rsidRDefault="00411592" w:rsidP="00411592">
      <w:pPr>
        <w:spacing w:line="276" w:lineRule="auto"/>
        <w:rPr>
          <w:rFonts w:ascii="Calibri" w:hAnsi="Calibri" w:cs="Calibri"/>
        </w:rPr>
      </w:pPr>
    </w:p>
    <w:p w:rsidR="003B2E87" w:rsidRPr="003B2E87" w:rsidRDefault="003B2E87" w:rsidP="003B2E87">
      <w:pPr>
        <w:rPr>
          <w:rFonts w:ascii="Calibri" w:hAnsi="Calibri" w:cs="Calibri"/>
        </w:rPr>
      </w:pPr>
      <w:r w:rsidRPr="003B2E87">
        <w:rPr>
          <w:rFonts w:ascii="Calibri" w:hAnsi="Calibri" w:cs="Calibri"/>
        </w:rPr>
        <w:t xml:space="preserve">When comments are written, Ms. </w:t>
      </w:r>
      <w:r w:rsidRPr="003B2E87">
        <w:rPr>
          <w:rFonts w:ascii="Calibri" w:hAnsi="Calibri" w:cs="Calibri"/>
        </w:rPr>
        <w:t>Eggleston</w:t>
      </w:r>
      <w:r w:rsidRPr="003B2E87">
        <w:rPr>
          <w:rFonts w:ascii="Calibri" w:hAnsi="Calibri" w:cs="Calibri"/>
        </w:rPr>
        <w:t xml:space="preserve"> takes many things into account, such as:</w:t>
      </w:r>
    </w:p>
    <w:p w:rsidR="003B2E87" w:rsidRDefault="003B2E87" w:rsidP="003B2E87">
      <w:pPr>
        <w:pStyle w:val="ListParagraph"/>
        <w:numPr>
          <w:ilvl w:val="0"/>
          <w:numId w:val="1"/>
        </w:numPr>
        <w:rPr>
          <w:rFonts w:ascii="Calibri" w:hAnsi="Calibri" w:cs="Calibri"/>
        </w:rPr>
        <w:sectPr w:rsidR="003B2E87" w:rsidSect="00411592"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:rsidR="003B2E87" w:rsidRPr="003B2E87" w:rsidRDefault="003B2E87" w:rsidP="003B2E8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3B2E87">
        <w:rPr>
          <w:rFonts w:ascii="Calibri" w:hAnsi="Calibri" w:cs="Calibri"/>
        </w:rPr>
        <w:t>Punctuality &amp; Dress code</w:t>
      </w:r>
    </w:p>
    <w:p w:rsidR="003B2E87" w:rsidRPr="003B2E87" w:rsidRDefault="003B2E87" w:rsidP="003B2E8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3B2E87">
        <w:rPr>
          <w:rFonts w:ascii="Calibri" w:hAnsi="Calibri" w:cs="Calibri"/>
        </w:rPr>
        <w:t>Ability to work well with others</w:t>
      </w:r>
    </w:p>
    <w:p w:rsidR="003B2E87" w:rsidRPr="003B2E87" w:rsidRDefault="003B2E87" w:rsidP="003B2E8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3B2E87">
        <w:rPr>
          <w:rFonts w:ascii="Calibri" w:hAnsi="Calibri" w:cs="Calibri"/>
        </w:rPr>
        <w:t>Leadership qualities</w:t>
      </w:r>
    </w:p>
    <w:p w:rsidR="003B2E87" w:rsidRPr="003B2E87" w:rsidRDefault="003B2E87" w:rsidP="003B2E8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3B2E87">
        <w:rPr>
          <w:rFonts w:ascii="Calibri" w:hAnsi="Calibri" w:cs="Calibri"/>
        </w:rPr>
        <w:t>Ability to listen</w:t>
      </w:r>
    </w:p>
    <w:p w:rsidR="003B2E87" w:rsidRPr="003B2E87" w:rsidRDefault="003B2E87" w:rsidP="003B2E8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3B2E87">
        <w:rPr>
          <w:rFonts w:ascii="Calibri" w:hAnsi="Calibri" w:cs="Calibri"/>
        </w:rPr>
        <w:t xml:space="preserve">Quality of classroom preparation &amp; attitude </w:t>
      </w:r>
    </w:p>
    <w:p w:rsidR="003B2E87" w:rsidRPr="003B2E87" w:rsidRDefault="003B2E87" w:rsidP="003B2E8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3B2E87">
        <w:rPr>
          <w:rFonts w:ascii="Calibri" w:hAnsi="Calibri" w:cs="Calibri"/>
        </w:rPr>
        <w:t>Outstanding accomplishments / achievements or disappointments</w:t>
      </w:r>
    </w:p>
    <w:p w:rsidR="003B2E87" w:rsidRPr="003B2E87" w:rsidRDefault="003B2E87" w:rsidP="003B2E8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3B2E87">
        <w:rPr>
          <w:rFonts w:ascii="Calibri" w:hAnsi="Calibri" w:cs="Calibri"/>
        </w:rPr>
        <w:t>Things student needs to work on for the future</w:t>
      </w:r>
    </w:p>
    <w:p w:rsidR="003B2E87" w:rsidRPr="003B2E87" w:rsidRDefault="003B2E87" w:rsidP="003B2E8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3B2E87">
        <w:rPr>
          <w:rFonts w:ascii="Calibri" w:hAnsi="Calibri" w:cs="Calibri"/>
          <w:b/>
        </w:rPr>
        <w:t>If student lived up to full potential</w:t>
      </w:r>
    </w:p>
    <w:p w:rsidR="003B2E87" w:rsidRDefault="003B2E87" w:rsidP="003B2E87">
      <w:pPr>
        <w:rPr>
          <w:rFonts w:ascii="Calibri" w:hAnsi="Calibri" w:cs="Calibri"/>
        </w:rPr>
        <w:sectPr w:rsidR="003B2E87" w:rsidSect="003B2E87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:rsidR="003B2E87" w:rsidRPr="003B2E87" w:rsidRDefault="003B2E87" w:rsidP="003B2E87">
      <w:pPr>
        <w:rPr>
          <w:rFonts w:ascii="Calibri" w:hAnsi="Calibri" w:cs="Calibri"/>
        </w:rPr>
      </w:pPr>
    </w:p>
    <w:p w:rsidR="003B2E87" w:rsidRPr="003B2E87" w:rsidRDefault="003B2E87" w:rsidP="003B2E87">
      <w:pPr>
        <w:rPr>
          <w:rFonts w:ascii="Calibri" w:hAnsi="Calibri" w:cs="Calibri"/>
        </w:rPr>
      </w:pPr>
      <w:bookmarkStart w:id="0" w:name="_GoBack"/>
      <w:bookmarkEnd w:id="0"/>
      <w:r w:rsidRPr="003B2E87">
        <w:rPr>
          <w:rFonts w:ascii="Calibri" w:hAnsi="Calibri" w:cs="Calibri"/>
        </w:rPr>
        <w:t>Knowing all this, write about how you think your comment should / could look:</w:t>
      </w:r>
    </w:p>
    <w:p w:rsidR="003B2E87" w:rsidRPr="003B2E87" w:rsidRDefault="003B2E87" w:rsidP="003B2E87">
      <w:pPr>
        <w:spacing w:line="360" w:lineRule="auto"/>
        <w:rPr>
          <w:rFonts w:ascii="Calibri" w:hAnsi="Calibri" w:cs="Calibri"/>
        </w:rPr>
      </w:pPr>
    </w:p>
    <w:p w:rsidR="00411592" w:rsidRPr="003B2E87" w:rsidRDefault="003B2E87" w:rsidP="003B2E87">
      <w:pPr>
        <w:spacing w:line="360" w:lineRule="auto"/>
        <w:rPr>
          <w:rFonts w:ascii="Calibri" w:hAnsi="Calibri" w:cs="Calibri"/>
        </w:rPr>
      </w:pPr>
      <w:r w:rsidRPr="003B2E87">
        <w:rPr>
          <w:rFonts w:ascii="Calibri" w:hAnsi="Calibri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11592" w:rsidRPr="003B2E87" w:rsidSect="003B2E87">
      <w:type w:val="continuous"/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F196D"/>
    <w:multiLevelType w:val="hybridMultilevel"/>
    <w:tmpl w:val="398E46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E87"/>
    <w:rsid w:val="000F12BF"/>
    <w:rsid w:val="003B2E87"/>
    <w:rsid w:val="00411592"/>
    <w:rsid w:val="00A7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5813D"/>
  <w14:defaultImageDpi w14:val="32767"/>
  <w15:chartTrackingRefBased/>
  <w15:docId w15:val="{73FB1A58-7346-314C-BE3F-EBAD2E6DE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E87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7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1</cp:revision>
  <cp:lastPrinted>2018-01-25T13:20:00Z</cp:lastPrinted>
  <dcterms:created xsi:type="dcterms:W3CDTF">2018-01-25T12:57:00Z</dcterms:created>
  <dcterms:modified xsi:type="dcterms:W3CDTF">2018-01-25T14:32:00Z</dcterms:modified>
</cp:coreProperties>
</file>